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F4C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Wykonawca</w:t>
      </w:r>
    </w:p>
    <w:p w14:paraId="286962B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DFE000B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54456C">
        <w:rPr>
          <w:rFonts w:ascii="Arial Narrow" w:hAnsi="Arial Narrow"/>
          <w:sz w:val="24"/>
          <w:szCs w:val="24"/>
        </w:rPr>
        <w:tab/>
      </w:r>
    </w:p>
    <w:p w14:paraId="44548ADA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54456C">
        <w:rPr>
          <w:rFonts w:ascii="Arial Narrow" w:hAnsi="Arial Narrow"/>
          <w:sz w:val="24"/>
          <w:szCs w:val="24"/>
        </w:rPr>
        <w:t>CEiDG</w:t>
      </w:r>
      <w:proofErr w:type="spellEnd"/>
      <w:r w:rsidRPr="0054456C">
        <w:rPr>
          <w:rFonts w:ascii="Arial Narrow" w:hAnsi="Arial Narrow"/>
          <w:sz w:val="24"/>
          <w:szCs w:val="24"/>
        </w:rPr>
        <w:t>)</w:t>
      </w:r>
    </w:p>
    <w:p w14:paraId="7A5F938D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reprezentowany przez:</w:t>
      </w:r>
    </w:p>
    <w:p w14:paraId="3FAC7791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5673CC8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(imię, nazwisko, stanowisko /</w:t>
      </w:r>
    </w:p>
    <w:p w14:paraId="3379D1CD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podstawa do reprezentacji)</w:t>
      </w:r>
    </w:p>
    <w:p w14:paraId="637263E3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ZOBOWIĄZANIE INNYCH PODMIOTÓW DO ODDANIA WYKONAWCY</w:t>
      </w:r>
    </w:p>
    <w:p w14:paraId="366EE112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DO DYSPOZYCJI NIEZBĘDNYCH ZASOBÓW</w:t>
      </w:r>
    </w:p>
    <w:p w14:paraId="56BD2EB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Na potrzeby postępowania o udzielenie zamówienia publicznego na realizację zadania:</w:t>
      </w:r>
    </w:p>
    <w:p w14:paraId="32B58DF4" w14:textId="053B848E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„Wykonanie remontu elewacji w Muzeum Historii Torunia w Domu </w:t>
      </w:r>
      <w:proofErr w:type="spellStart"/>
      <w:r w:rsidRPr="0054456C">
        <w:rPr>
          <w:rFonts w:ascii="Arial Narrow" w:hAnsi="Arial Narrow"/>
          <w:sz w:val="24"/>
          <w:szCs w:val="24"/>
        </w:rPr>
        <w:t>Eskenów</w:t>
      </w:r>
      <w:proofErr w:type="spellEnd"/>
      <w:r w:rsidRPr="0054456C">
        <w:rPr>
          <w:rFonts w:ascii="Arial Narrow" w:hAnsi="Arial Narrow"/>
          <w:sz w:val="24"/>
          <w:szCs w:val="24"/>
        </w:rPr>
        <w:t xml:space="preserve"> wraz z pracami dodatkowymi”</w:t>
      </w:r>
    </w:p>
    <w:p w14:paraId="7A1385F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Oświadczam / oświadczamy, że zobowiązuję się do oddania do dyspozycji na rzecz Wykonawcy:</w:t>
      </w:r>
    </w:p>
    <w:p w14:paraId="5A06EA4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5657BE87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(nazwa Wykonawcy)</w:t>
      </w:r>
    </w:p>
    <w:p w14:paraId="7F35151C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niżej wymienione niezbędne zasoby na okres korzystania z nich przy wykonywaniu zamówienia:</w:t>
      </w:r>
    </w:p>
    <w:p w14:paraId="3277CBBC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38CFA8D0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(zakres dostępnych wykonawcy zasobów podmiotu udostępniającego zasoby)</w:t>
      </w:r>
    </w:p>
    <w:p w14:paraId="118C1246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45A5D1A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056A00A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Zrealizuję niżej wymienione roboty budowlane, których dotyczą udostępniane zasoby, odnoszące się do warunków udziału dotyczących doświadczenia, na których polega Wykonawca w zakresie:</w:t>
      </w:r>
    </w:p>
    <w:p w14:paraId="4EA753CB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4465FC7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(wymienić zadania w ramach robót budowlanych)</w:t>
      </w:r>
    </w:p>
    <w:p w14:paraId="1AD4FE48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782BD157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11F4D2BF" w14:textId="4F9EC0E1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Podpis: </w:t>
      </w:r>
    </w:p>
    <w:p w14:paraId="7845925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00D2E11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54456C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34ACF6DA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A86D745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54456C">
        <w:rPr>
          <w:rFonts w:ascii="Arial Narrow" w:hAnsi="Arial Narrow"/>
          <w:sz w:val="24"/>
          <w:szCs w:val="24"/>
          <w:u w:val="single"/>
        </w:rPr>
        <w:t>Uwaga:</w:t>
      </w:r>
    </w:p>
    <w:p w14:paraId="51FD563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2985C270" w14:textId="77777777" w:rsidR="00AA6F2D" w:rsidRPr="0054456C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54456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8CE5A" w14:textId="77777777" w:rsidR="00110057" w:rsidRDefault="00110057" w:rsidP="001522C2">
      <w:pPr>
        <w:spacing w:after="0" w:line="240" w:lineRule="auto"/>
      </w:pPr>
      <w:r>
        <w:separator/>
      </w:r>
    </w:p>
  </w:endnote>
  <w:endnote w:type="continuationSeparator" w:id="0">
    <w:p w14:paraId="4E026C42" w14:textId="77777777" w:rsidR="00110057" w:rsidRDefault="00110057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D226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552B7518" wp14:editId="7F37FCFF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AAD798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41A72" w14:textId="77777777" w:rsidR="00110057" w:rsidRDefault="00110057" w:rsidP="001522C2">
      <w:pPr>
        <w:spacing w:after="0" w:line="240" w:lineRule="auto"/>
      </w:pPr>
      <w:r>
        <w:separator/>
      </w:r>
    </w:p>
  </w:footnote>
  <w:footnote w:type="continuationSeparator" w:id="0">
    <w:p w14:paraId="6BEC5C1C" w14:textId="77777777" w:rsidR="00110057" w:rsidRDefault="00110057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E3EC" w14:textId="15FADB8A" w:rsidR="0054456C" w:rsidRDefault="0054456C">
    <w:pPr>
      <w:pStyle w:val="Nagwek"/>
    </w:pPr>
    <w:r>
      <w:rPr>
        <w:rFonts w:ascii="Arial Narrow" w:hAnsi="Arial Narrow"/>
        <w:sz w:val="24"/>
        <w:szCs w:val="24"/>
      </w:rPr>
      <w:t xml:space="preserve">Załącznik nr 3 do SWZ wzór zobowiązanie innych podmiotów do oddania wykonawcy do dyspozycji niezbędnych zasobów, </w:t>
    </w:r>
    <w:r w:rsidRPr="00044FBF">
      <w:rPr>
        <w:rFonts w:ascii="Arial Narrow" w:hAnsi="Arial Narrow"/>
        <w:sz w:val="24"/>
        <w:szCs w:val="24"/>
      </w:rPr>
      <w:t xml:space="preserve">Wykonanie remontu elewacji w Muzeum Historii Torunia w Domu </w:t>
    </w:r>
    <w:proofErr w:type="spellStart"/>
    <w:r w:rsidRPr="00044FBF">
      <w:rPr>
        <w:rFonts w:ascii="Arial Narrow" w:hAnsi="Arial Narrow"/>
        <w:sz w:val="24"/>
        <w:szCs w:val="24"/>
      </w:rPr>
      <w:t>Eskenów</w:t>
    </w:r>
    <w:proofErr w:type="spellEnd"/>
    <w:r w:rsidRPr="00044FBF">
      <w:rPr>
        <w:rFonts w:ascii="Arial Narrow" w:hAnsi="Arial Narrow"/>
        <w:sz w:val="24"/>
        <w:szCs w:val="24"/>
      </w:rPr>
      <w:t xml:space="preserve"> wraz z pracami dodatkowymi</w:t>
    </w:r>
  </w:p>
  <w:p w14:paraId="78890C6A" w14:textId="77777777" w:rsidR="0054456C" w:rsidRDefault="005445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56C"/>
    <w:rsid w:val="00110057"/>
    <w:rsid w:val="001522C2"/>
    <w:rsid w:val="001D1F39"/>
    <w:rsid w:val="0054456C"/>
    <w:rsid w:val="00795F52"/>
    <w:rsid w:val="00AA6F2D"/>
    <w:rsid w:val="00C6059F"/>
    <w:rsid w:val="00CB37E0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7960"/>
  <w15:chartTrackingRefBased/>
  <w15:docId w15:val="{35ECC3D6-C779-44C6-8C51-F23D4615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3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2026-01-26T16:14:00Z</dcterms:created>
  <dcterms:modified xsi:type="dcterms:W3CDTF">2026-01-26T16:17:00Z</dcterms:modified>
</cp:coreProperties>
</file>